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B701FBC" w14:textId="1FFF4C4B" w:rsidR="00B64DE8" w:rsidRPr="004552A7" w:rsidRDefault="008000D3" w:rsidP="00B64DE8">
      <w:pPr>
        <w:overflowPunct w:val="0"/>
        <w:textAlignment w:val="baseline"/>
        <w:rPr>
          <w:rFonts w:ascii="ＭＳ ゴシック" w:eastAsia="ＭＳ ゴシック" w:hAnsi="ＭＳ ゴシック"/>
          <w:spacing w:val="2"/>
          <w:kern w:val="0"/>
          <w:szCs w:val="21"/>
        </w:rPr>
      </w:pPr>
      <w:r>
        <w:rPr>
          <w:rFonts w:ascii="ＭＳ ゴシック" w:eastAsia="ＭＳ ゴシック" w:hAnsi="ＭＳ ゴシック" w:cs="ＭＳ ゴシック" w:hint="eastAsia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01E97BD" wp14:editId="28D53468">
                <wp:simplePos x="0" y="0"/>
                <wp:positionH relativeFrom="column">
                  <wp:posOffset>-386080</wp:posOffset>
                </wp:positionH>
                <wp:positionV relativeFrom="paragraph">
                  <wp:posOffset>-861059</wp:posOffset>
                </wp:positionV>
                <wp:extent cx="6496050" cy="514350"/>
                <wp:effectExtent l="0" t="0" r="19050" b="19050"/>
                <wp:wrapNone/>
                <wp:docPr id="382540954" name="正方形/長方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96050" cy="514350"/>
                        </a:xfrm>
                        <a:prstGeom prst="rect">
                          <a:avLst/>
                        </a:prstGeom>
                      </wps:spPr>
                      <wps:style>
                        <a:lnRef idx="2">
                          <a:schemeClr val="dk1"/>
                        </a:lnRef>
                        <a:fillRef idx="1">
                          <a:schemeClr val="lt1"/>
                        </a:fillRef>
                        <a:effectRef idx="0">
                          <a:schemeClr val="dk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14:paraId="6D21EA6F" w14:textId="492BA114" w:rsidR="00414FBE" w:rsidRDefault="00414FBE" w:rsidP="008000D3">
                            <w:pPr>
                              <w:jc w:val="center"/>
                              <w:rPr>
                                <w:rFonts w:hint="eastAsia"/>
                              </w:rPr>
                            </w:pPr>
                            <w:r>
                              <w:rPr>
                                <w:rFonts w:hint="eastAsia"/>
                              </w:rPr>
                              <w:t>【注意】本請求書は、実績報告書の提出後、補助額が確定してから提出いただきます。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01E97BD" id="正方形/長方形 2" o:spid="_x0000_s1026" style="position:absolute;left:0;text-align:left;margin-left:-30.4pt;margin-top:-67.8pt;width:511.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" fillcolor="white [3201]" strokecolor="black [3200]" strokeweight="1pt">
                <v:textbox>
                  <w:txbxContent>
                    <w:p w14:paraId="6D21EA6F" w14:textId="492BA114" w:rsidR="00414FBE" w:rsidRDefault="00414FBE" w:rsidP="008000D3">
                      <w:pPr>
                        <w:jc w:val="center"/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【注意】本請求書は、実績報告書の提出後、補助額が確定してから提出いただきます。</w:t>
                      </w:r>
                    </w:p>
                  </w:txbxContent>
                </v:textbox>
              </v:rect>
            </w:pict>
          </mc:Fallback>
        </mc:AlternateContent>
      </w:r>
      <w:r w:rsidR="00B64DE8" w:rsidRPr="004552A7">
        <w:rPr>
          <w:rFonts w:ascii="ＭＳ ゴシック" w:eastAsia="ＭＳ ゴシック" w:hAnsi="ＭＳ ゴシック" w:cs="ＭＳ ゴシック" w:hint="eastAsia"/>
          <w:kern w:val="0"/>
          <w:szCs w:val="21"/>
        </w:rPr>
        <w:t>別記様式第</w:t>
      </w:r>
      <w:r w:rsidR="00BB6AE9" w:rsidRPr="004552A7">
        <w:rPr>
          <w:rFonts w:ascii="ＭＳ ゴシック" w:eastAsia="ＭＳ ゴシック" w:hAnsi="ＭＳ ゴシック" w:cs="ＭＳ ゴシック" w:hint="eastAsia"/>
          <w:kern w:val="0"/>
          <w:szCs w:val="21"/>
        </w:rPr>
        <w:t>４</w:t>
      </w:r>
    </w:p>
    <w:p w14:paraId="677E34D4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6FBD986E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578DB7FC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72D81A7B" w14:textId="4AA9EEE4" w:rsidR="00B64DE8" w:rsidRPr="004552A7" w:rsidRDefault="00A57F74" w:rsidP="0070414C">
      <w:pPr>
        <w:overflowPunct w:val="0"/>
        <w:jc w:val="center"/>
        <w:textAlignment w:val="baseline"/>
        <w:rPr>
          <w:rFonts w:ascii="ＭＳ 明朝" w:hAnsi="ＭＳ 明朝"/>
          <w:spacing w:val="2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令和７年度</w:t>
      </w:r>
      <w:r w:rsidR="0070414C" w:rsidRPr="004552A7">
        <w:rPr>
          <w:rFonts w:ascii="ＭＳ 明朝" w:hAnsi="ＭＳ 明朝" w:cs="ＭＳ 明朝" w:hint="eastAsia"/>
          <w:kern w:val="0"/>
          <w:szCs w:val="21"/>
        </w:rPr>
        <w:t>栃木県</w:t>
      </w:r>
      <w:r w:rsidR="0070414C">
        <w:rPr>
          <w:rFonts w:ascii="ＭＳ 明朝" w:hAnsi="ＭＳ 明朝" w:cs="ＭＳ 明朝" w:hint="eastAsia"/>
          <w:kern w:val="0"/>
          <w:szCs w:val="21"/>
        </w:rPr>
        <w:t>介護テクノロジー定着支援事業</w:t>
      </w:r>
      <w:r w:rsidR="0070414C" w:rsidRPr="004552A7">
        <w:rPr>
          <w:rFonts w:ascii="ＭＳ 明朝" w:hAnsi="ＭＳ 明朝" w:hint="eastAsia"/>
          <w:szCs w:val="21"/>
        </w:rPr>
        <w:t>費補助金</w:t>
      </w:r>
      <w:r w:rsidR="00B64DE8" w:rsidRPr="004552A7">
        <w:rPr>
          <w:rFonts w:ascii="ＭＳ 明朝" w:hAnsi="ＭＳ 明朝" w:cs="ＭＳ 明朝" w:hint="eastAsia"/>
          <w:kern w:val="0"/>
          <w:szCs w:val="21"/>
        </w:rPr>
        <w:t>交付請求書</w:t>
      </w:r>
    </w:p>
    <w:p w14:paraId="677CDC03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3C115EB1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016A92F5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70946EA2" w14:textId="77777777" w:rsidR="00B64DE8" w:rsidRPr="0070414C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09652E73" w14:textId="77777777" w:rsidR="00B64DE8" w:rsidRPr="0070414C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  <w:u w:val="single"/>
        </w:rPr>
      </w:pPr>
      <w:r w:rsidRPr="004552A7">
        <w:rPr>
          <w:rFonts w:ascii="ＭＳ 明朝" w:hAnsi="ＭＳ 明朝" w:cs="ＭＳ 明朝" w:hint="eastAsia"/>
          <w:kern w:val="0"/>
          <w:szCs w:val="21"/>
        </w:rPr>
        <w:t xml:space="preserve">　　　</w:t>
      </w:r>
      <w:r w:rsidRPr="0070414C">
        <w:rPr>
          <w:rFonts w:ascii="ＭＳ 明朝" w:hAnsi="ＭＳ 明朝" w:cs="ＭＳ 明朝" w:hint="eastAsia"/>
          <w:kern w:val="0"/>
          <w:szCs w:val="21"/>
          <w:u w:val="single"/>
        </w:rPr>
        <w:t>金　　　　　　　　円</w:t>
      </w:r>
    </w:p>
    <w:p w14:paraId="09B39885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49EED645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6A9EF87E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6FAFFB66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4D4C5B09" w14:textId="4E86A539" w:rsidR="00B64DE8" w:rsidRPr="004552A7" w:rsidRDefault="00BB6AE9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4552A7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70414C">
        <w:rPr>
          <w:rFonts w:ascii="ＭＳ 明朝" w:hAnsi="ＭＳ 明朝" w:cs="ＭＳ 明朝" w:hint="eastAsia"/>
          <w:kern w:val="0"/>
          <w:szCs w:val="21"/>
        </w:rPr>
        <w:t xml:space="preserve">令和　</w:t>
      </w:r>
      <w:r w:rsidRPr="004552A7">
        <w:rPr>
          <w:rFonts w:ascii="ＭＳ 明朝" w:hAnsi="ＭＳ 明朝" w:cs="ＭＳ 明朝" w:hint="eastAsia"/>
          <w:kern w:val="0"/>
          <w:szCs w:val="21"/>
        </w:rPr>
        <w:t>年　　月　　日付け栃木県指令</w:t>
      </w:r>
      <w:r w:rsidR="00F33372" w:rsidRPr="004552A7">
        <w:rPr>
          <w:rFonts w:ascii="ＭＳ 明朝" w:hAnsi="ＭＳ 明朝" w:cs="ＭＳ 明朝" w:hint="eastAsia"/>
          <w:kern w:val="0"/>
          <w:szCs w:val="21"/>
        </w:rPr>
        <w:t>高対</w:t>
      </w:r>
      <w:r w:rsidR="00B64DE8" w:rsidRPr="004552A7">
        <w:rPr>
          <w:rFonts w:ascii="ＭＳ 明朝" w:hAnsi="ＭＳ 明朝" w:cs="ＭＳ 明朝" w:hint="eastAsia"/>
          <w:kern w:val="0"/>
          <w:szCs w:val="21"/>
        </w:rPr>
        <w:t>第　　　号で</w:t>
      </w:r>
      <w:r w:rsidRPr="004552A7">
        <w:rPr>
          <w:rFonts w:ascii="ＭＳ 明朝" w:hAnsi="ＭＳ 明朝" w:cs="ＭＳ 明朝" w:hint="eastAsia"/>
          <w:kern w:val="0"/>
          <w:szCs w:val="21"/>
        </w:rPr>
        <w:t>額の確定の通知が</w:t>
      </w:r>
      <w:r w:rsidR="00B64DE8" w:rsidRPr="004552A7">
        <w:rPr>
          <w:rFonts w:ascii="ＭＳ 明朝" w:hAnsi="ＭＳ 明朝" w:cs="ＭＳ 明朝" w:hint="eastAsia"/>
          <w:kern w:val="0"/>
          <w:szCs w:val="21"/>
        </w:rPr>
        <w:t>あった</w:t>
      </w:r>
      <w:r w:rsidR="005C514F">
        <w:rPr>
          <w:rFonts w:ascii="ＭＳ 明朝" w:hAnsi="ＭＳ 明朝" w:cs="ＭＳ 明朝" w:hint="eastAsia"/>
          <w:kern w:val="0"/>
          <w:szCs w:val="21"/>
        </w:rPr>
        <w:t>令和７年度</w:t>
      </w:r>
      <w:r w:rsidR="0070414C" w:rsidRPr="004552A7">
        <w:rPr>
          <w:rFonts w:ascii="ＭＳ 明朝" w:hAnsi="ＭＳ 明朝" w:cs="ＭＳ 明朝" w:hint="eastAsia"/>
          <w:kern w:val="0"/>
          <w:szCs w:val="21"/>
        </w:rPr>
        <w:t>栃木県</w:t>
      </w:r>
      <w:r w:rsidR="0070414C">
        <w:rPr>
          <w:rFonts w:ascii="ＭＳ 明朝" w:hAnsi="ＭＳ 明朝" w:cs="ＭＳ 明朝" w:hint="eastAsia"/>
          <w:kern w:val="0"/>
          <w:szCs w:val="21"/>
        </w:rPr>
        <w:t>介護テクノロジー定着支援事業</w:t>
      </w:r>
      <w:r w:rsidR="0070414C" w:rsidRPr="004552A7">
        <w:rPr>
          <w:rFonts w:ascii="ＭＳ 明朝" w:hAnsi="ＭＳ 明朝" w:hint="eastAsia"/>
          <w:szCs w:val="21"/>
        </w:rPr>
        <w:t>費補助金</w:t>
      </w:r>
      <w:r w:rsidR="00B64DE8" w:rsidRPr="004552A7">
        <w:rPr>
          <w:rFonts w:ascii="ＭＳ 明朝" w:hAnsi="ＭＳ 明朝" w:cs="ＭＳ 明朝" w:hint="eastAsia"/>
          <w:kern w:val="0"/>
          <w:szCs w:val="21"/>
        </w:rPr>
        <w:t>を上記のとおり交付されるよう栃木県補助金等交付規則第18条</w:t>
      </w:r>
      <w:r w:rsidR="00256E02" w:rsidRPr="004552A7">
        <w:rPr>
          <w:rFonts w:ascii="ＭＳ 明朝" w:hAnsi="ＭＳ 明朝" w:cs="ＭＳ 明朝" w:hint="eastAsia"/>
          <w:kern w:val="0"/>
          <w:szCs w:val="21"/>
        </w:rPr>
        <w:t>（</w:t>
      </w:r>
      <w:r w:rsidR="009649BE" w:rsidRPr="004552A7">
        <w:rPr>
          <w:rFonts w:ascii="ＭＳ 明朝" w:hAnsi="ＭＳ 明朝" w:cs="ＭＳ 明朝" w:hint="eastAsia"/>
          <w:kern w:val="0"/>
          <w:szCs w:val="21"/>
        </w:rPr>
        <w:t>又は</w:t>
      </w:r>
      <w:r w:rsidR="00256E02" w:rsidRPr="004552A7">
        <w:rPr>
          <w:rFonts w:ascii="ＭＳ 明朝" w:hAnsi="ＭＳ 明朝" w:cs="ＭＳ 明朝" w:hint="eastAsia"/>
          <w:kern w:val="0"/>
          <w:szCs w:val="21"/>
        </w:rPr>
        <w:t>第19条）</w:t>
      </w:r>
      <w:r w:rsidR="00B64DE8" w:rsidRPr="004552A7">
        <w:rPr>
          <w:rFonts w:ascii="ＭＳ 明朝" w:hAnsi="ＭＳ 明朝" w:cs="ＭＳ 明朝" w:hint="eastAsia"/>
          <w:kern w:val="0"/>
          <w:szCs w:val="21"/>
        </w:rPr>
        <w:t>の規定により請求します。</w:t>
      </w:r>
    </w:p>
    <w:p w14:paraId="054D402A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7FA34134" w14:textId="77777777" w:rsidR="00B64DE8" w:rsidRPr="0070414C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35095FB4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4552A7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70414C">
        <w:rPr>
          <w:rFonts w:ascii="ＭＳ 明朝" w:hAnsi="ＭＳ 明朝" w:cs="ＭＳ 明朝" w:hint="eastAsia"/>
          <w:kern w:val="0"/>
          <w:szCs w:val="21"/>
        </w:rPr>
        <w:t>令和</w:t>
      </w:r>
      <w:r w:rsidRPr="004552A7">
        <w:rPr>
          <w:rFonts w:ascii="ＭＳ 明朝" w:hAnsi="ＭＳ 明朝" w:cs="ＭＳ 明朝" w:hint="eastAsia"/>
          <w:kern w:val="0"/>
          <w:szCs w:val="21"/>
        </w:rPr>
        <w:t xml:space="preserve">　年　　月　　日</w:t>
      </w:r>
    </w:p>
    <w:p w14:paraId="43A940F3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4F2D8BD5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215A5740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21D2092B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4552A7">
        <w:rPr>
          <w:rFonts w:ascii="ＭＳ 明朝" w:hAnsi="ＭＳ 明朝" w:cs="ＭＳ 明朝" w:hint="eastAsia"/>
          <w:kern w:val="0"/>
          <w:szCs w:val="21"/>
        </w:rPr>
        <w:t xml:space="preserve">　栃木県知事</w:t>
      </w:r>
      <w:r w:rsidRPr="004552A7">
        <w:rPr>
          <w:rFonts w:ascii="ＭＳ 明朝" w:hAnsi="ＭＳ 明朝"/>
          <w:kern w:val="0"/>
          <w:szCs w:val="21"/>
        </w:rPr>
        <w:t xml:space="preserve">  </w:t>
      </w:r>
      <w:r w:rsidRPr="004552A7">
        <w:rPr>
          <w:rFonts w:ascii="ＭＳ 明朝" w:hAnsi="ＭＳ 明朝" w:cs="ＭＳ 明朝" w:hint="eastAsia"/>
          <w:kern w:val="0"/>
          <w:szCs w:val="21"/>
        </w:rPr>
        <w:t>様</w:t>
      </w:r>
    </w:p>
    <w:p w14:paraId="11B68513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221BE433" w14:textId="77777777" w:rsidR="00823D8A" w:rsidRDefault="00823D8A" w:rsidP="00823D8A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230E3825" w14:textId="4D3FCC68" w:rsidR="009C5AEA" w:rsidRPr="004552A7" w:rsidRDefault="004F53DE" w:rsidP="00823D8A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  <w:r>
        <w:rPr>
          <w:rFonts w:ascii="ＭＳ 明朝" w:hAnsi="ＭＳ 明朝" w:hint="eastAsia"/>
          <w:spacing w:val="2"/>
          <w:kern w:val="0"/>
          <w:szCs w:val="21"/>
        </w:rPr>
        <w:t xml:space="preserve">　　　　　　　　　　　　　　　　　　　　　（請求者）</w:t>
      </w:r>
    </w:p>
    <w:p w14:paraId="738C9F15" w14:textId="77777777" w:rsidR="00085F4F" w:rsidRPr="003C38BD" w:rsidRDefault="00085F4F" w:rsidP="00085F4F">
      <w:pPr>
        <w:wordWrap w:val="0"/>
        <w:ind w:rightChars="100" w:right="227" w:firstLineChars="2248" w:firstLine="5097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法人</w:t>
      </w:r>
      <w:r w:rsidRPr="003C38BD">
        <w:rPr>
          <w:rFonts w:ascii="ＭＳ 明朝" w:hAnsi="ＭＳ 明朝" w:cs="ＭＳ 明朝" w:hint="eastAsia"/>
          <w:kern w:val="0"/>
          <w:szCs w:val="21"/>
        </w:rPr>
        <w:t>住所</w:t>
      </w:r>
    </w:p>
    <w:p w14:paraId="74BFD8F2" w14:textId="77777777" w:rsidR="00085F4F" w:rsidRDefault="00085F4F" w:rsidP="00085F4F">
      <w:pPr>
        <w:wordWrap w:val="0"/>
        <w:ind w:rightChars="100" w:right="227" w:firstLineChars="2248" w:firstLine="5097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法人</w:t>
      </w:r>
      <w:r w:rsidRPr="003C38BD">
        <w:rPr>
          <w:rFonts w:ascii="ＭＳ 明朝" w:hAnsi="ＭＳ 明朝" w:cs="ＭＳ 明朝" w:hint="eastAsia"/>
          <w:kern w:val="0"/>
          <w:szCs w:val="21"/>
        </w:rPr>
        <w:t>名称</w:t>
      </w:r>
    </w:p>
    <w:p w14:paraId="7EF2A08A" w14:textId="77777777" w:rsidR="00082310" w:rsidRDefault="00082310" w:rsidP="00082310">
      <w:pPr>
        <w:tabs>
          <w:tab w:val="left" w:pos="8647"/>
        </w:tabs>
        <w:wordWrap w:val="0"/>
        <w:ind w:rightChars="61" w:right="138" w:firstLineChars="2248" w:firstLine="5097"/>
        <w:textAlignment w:val="baseline"/>
        <w:rPr>
          <w:rFonts w:ascii="ＭＳ 明朝" w:hAnsi="ＭＳ 明朝" w:cs="ＭＳ 明朝"/>
          <w:kern w:val="0"/>
          <w:szCs w:val="21"/>
        </w:rPr>
      </w:pPr>
      <w:r w:rsidRPr="003C38BD">
        <w:rPr>
          <w:rFonts w:ascii="ＭＳ 明朝" w:hAnsi="ＭＳ 明朝" w:cs="ＭＳ 明朝" w:hint="eastAsia"/>
          <w:kern w:val="0"/>
          <w:szCs w:val="21"/>
        </w:rPr>
        <w:t>代表者名</w:t>
      </w:r>
    </w:p>
    <w:p w14:paraId="3D05CC3D" w14:textId="77777777" w:rsidR="00782FCC" w:rsidRPr="004552A7" w:rsidRDefault="00082310" w:rsidP="00082310">
      <w:pPr>
        <w:wordWrap w:val="0"/>
        <w:ind w:leftChars="2248" w:left="5097" w:rightChars="-4" w:right="-9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事業所名</w:t>
      </w:r>
    </w:p>
    <w:p w14:paraId="22790E9D" w14:textId="77777777" w:rsidR="00FB14FB" w:rsidRPr="004552A7" w:rsidRDefault="00FB14FB" w:rsidP="00DC6CCA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 w:cs="ＭＳ 明朝"/>
          <w:kern w:val="0"/>
          <w:szCs w:val="21"/>
        </w:rPr>
      </w:pPr>
    </w:p>
    <w:p w14:paraId="19325755" w14:textId="77777777" w:rsidR="00DC6CCA" w:rsidRPr="004552A7" w:rsidRDefault="00DC6CCA" w:rsidP="00DC6CCA">
      <w:pPr>
        <w:suppressAutoHyphens/>
        <w:wordWrap w:val="0"/>
        <w:autoSpaceDE w:val="0"/>
        <w:autoSpaceDN w:val="0"/>
        <w:jc w:val="left"/>
        <w:textAlignment w:val="baseline"/>
        <w:rPr>
          <w:rFonts w:ascii="ＭＳ 明朝" w:hAnsi="Times New Roman" w:cs="ＭＳ 明朝"/>
          <w:kern w:val="0"/>
          <w:szCs w:val="21"/>
        </w:rPr>
      </w:pPr>
      <w:r w:rsidRPr="004552A7">
        <w:rPr>
          <w:rFonts w:ascii="ＭＳ 明朝" w:hAnsi="Times New Roman" w:cs="ＭＳ 明朝" w:hint="eastAsia"/>
          <w:kern w:val="0"/>
          <w:szCs w:val="21"/>
        </w:rPr>
        <w:t>関係書類</w:t>
      </w:r>
    </w:p>
    <w:p w14:paraId="3B4D177E" w14:textId="77777777" w:rsidR="00DD6F5B" w:rsidRDefault="00DC6CCA" w:rsidP="009C5AEA">
      <w:pPr>
        <w:suppressAutoHyphens/>
        <w:wordWrap w:val="0"/>
        <w:autoSpaceDE w:val="0"/>
        <w:autoSpaceDN w:val="0"/>
        <w:spacing w:afterLines="50" w:after="152"/>
        <w:jc w:val="left"/>
        <w:textAlignment w:val="baseline"/>
        <w:rPr>
          <w:rFonts w:ascii="ＭＳ 明朝" w:hAnsi="Times New Roman" w:cs="ＭＳ 明朝"/>
          <w:kern w:val="0"/>
          <w:szCs w:val="21"/>
        </w:rPr>
      </w:pPr>
      <w:r w:rsidRPr="004552A7">
        <w:rPr>
          <w:rFonts w:ascii="ＭＳ 明朝" w:hAnsi="Times New Roman" w:cs="ＭＳ 明朝" w:hint="eastAsia"/>
          <w:kern w:val="0"/>
          <w:szCs w:val="21"/>
        </w:rPr>
        <w:t xml:space="preserve">　　交付額確定通知書の写し</w:t>
      </w:r>
    </w:p>
    <w:tbl>
      <w:tblPr>
        <w:tblpPr w:leftFromText="142" w:rightFromText="142" w:vertAnchor="text" w:horzAnchor="margin" w:tblpXSpec="center" w:tblpY="63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51"/>
        <w:gridCol w:w="2660"/>
        <w:gridCol w:w="3123"/>
      </w:tblGrid>
      <w:tr w:rsidR="00886719" w:rsidRPr="004552A7" w14:paraId="5C747AC4" w14:textId="77777777" w:rsidTr="00886719">
        <w:trPr>
          <w:trHeight w:val="499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8B1EC8" w14:textId="77777777" w:rsidR="00886719" w:rsidRPr="004552A7" w:rsidRDefault="00886719" w:rsidP="00886719">
            <w:pPr>
              <w:jc w:val="center"/>
              <w:rPr>
                <w:rFonts w:ascii="ＭＳ 明朝" w:hAnsi="ＭＳ 明朝" w:cs="ＭＳ 明朝"/>
                <w:szCs w:val="21"/>
              </w:rPr>
            </w:pPr>
            <w:r w:rsidRPr="004552A7">
              <w:rPr>
                <w:rFonts w:ascii="ＭＳ 明朝" w:hAnsi="ＭＳ 明朝" w:cs="ＭＳ 明朝" w:hint="eastAsia"/>
                <w:szCs w:val="21"/>
              </w:rPr>
              <w:t>取引銀行名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F28A89C" w14:textId="77777777" w:rsidR="00886719" w:rsidRPr="004552A7" w:rsidRDefault="00886719" w:rsidP="00886719">
            <w:pPr>
              <w:jc w:val="center"/>
              <w:rPr>
                <w:rFonts w:ascii="ＭＳ 明朝" w:hAnsi="ＭＳ 明朝" w:cs="ＭＳ 明朝"/>
                <w:szCs w:val="21"/>
              </w:rPr>
            </w:pPr>
            <w:r w:rsidRPr="004552A7">
              <w:rPr>
                <w:rFonts w:ascii="ＭＳ 明朝" w:hAnsi="ＭＳ 明朝" w:cs="ＭＳ 明朝" w:hint="eastAsia"/>
                <w:szCs w:val="21"/>
              </w:rPr>
              <w:t>口座番号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D94D39" w14:textId="77777777" w:rsidR="00886719" w:rsidRPr="004552A7" w:rsidRDefault="00886719" w:rsidP="00886719">
            <w:pPr>
              <w:jc w:val="center"/>
              <w:rPr>
                <w:rFonts w:ascii="ＭＳ 明朝" w:hAnsi="ＭＳ 明朝" w:cs="ＭＳ 明朝"/>
                <w:szCs w:val="21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口座</w:t>
            </w:r>
            <w:r w:rsidRPr="004552A7">
              <w:rPr>
                <w:rFonts w:ascii="ＭＳ 明朝" w:hAnsi="ＭＳ 明朝" w:cs="ＭＳ 明朝" w:hint="eastAsia"/>
                <w:szCs w:val="21"/>
              </w:rPr>
              <w:t>名義（</w:t>
            </w:r>
            <w:r>
              <w:rPr>
                <w:rFonts w:ascii="ＭＳ 明朝" w:hAnsi="ＭＳ 明朝" w:cs="ＭＳ 明朝" w:hint="eastAsia"/>
                <w:szCs w:val="21"/>
              </w:rPr>
              <w:t>※</w:t>
            </w:r>
            <w:r w:rsidRPr="004552A7">
              <w:rPr>
                <w:rFonts w:ascii="ＭＳ 明朝" w:hAnsi="ＭＳ 明朝" w:cs="ＭＳ 明朝" w:hint="eastAsia"/>
                <w:szCs w:val="21"/>
              </w:rPr>
              <w:t>）</w:t>
            </w:r>
          </w:p>
        </w:tc>
      </w:tr>
      <w:tr w:rsidR="00886719" w:rsidRPr="004552A7" w14:paraId="4DDC1C56" w14:textId="77777777" w:rsidTr="00886719">
        <w:trPr>
          <w:trHeight w:val="1324"/>
        </w:trPr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96A317" w14:textId="77777777" w:rsidR="00886719" w:rsidRPr="004552A7" w:rsidRDefault="00886719" w:rsidP="00886719">
            <w:pPr>
              <w:rPr>
                <w:rFonts w:ascii="ＭＳ 明朝" w:hAnsi="ＭＳ 明朝" w:cs="ＭＳ 明朝"/>
                <w:szCs w:val="21"/>
              </w:rPr>
            </w:pPr>
            <w:r w:rsidRPr="004552A7">
              <w:rPr>
                <w:rFonts w:ascii="ＭＳ 明朝" w:hAnsi="ＭＳ 明朝" w:cs="ＭＳ 明朝" w:hint="eastAsia"/>
                <w:szCs w:val="21"/>
              </w:rPr>
              <w:t xml:space="preserve">　　　</w:t>
            </w:r>
          </w:p>
          <w:p w14:paraId="5CFBAD27" w14:textId="77777777" w:rsidR="00886719" w:rsidRPr="004552A7" w:rsidRDefault="00886719" w:rsidP="00886719">
            <w:pPr>
              <w:rPr>
                <w:rFonts w:ascii="ＭＳ 明朝" w:hAnsi="ＭＳ 明朝" w:cs="ＭＳ 明朝"/>
                <w:szCs w:val="21"/>
              </w:rPr>
            </w:pPr>
            <w:r w:rsidRPr="00886719">
              <w:rPr>
                <w:rFonts w:ascii="ＭＳ 明朝" w:hAnsi="ＭＳ 明朝" w:cs="ＭＳ 明朝" w:hint="eastAsia"/>
                <w:szCs w:val="21"/>
                <w:u w:val="single"/>
              </w:rPr>
              <w:t xml:space="preserve">　　　　　　　</w:t>
            </w:r>
            <w:r w:rsidRPr="004552A7">
              <w:rPr>
                <w:rFonts w:ascii="ＭＳ 明朝" w:hAnsi="ＭＳ 明朝" w:cs="ＭＳ 明朝" w:hint="eastAsia"/>
                <w:szCs w:val="21"/>
              </w:rPr>
              <w:t>銀行</w:t>
            </w:r>
          </w:p>
          <w:p w14:paraId="3E2E9E7D" w14:textId="77777777" w:rsidR="00886719" w:rsidRPr="004552A7" w:rsidRDefault="00886719" w:rsidP="00886719">
            <w:pPr>
              <w:rPr>
                <w:rFonts w:ascii="ＭＳ 明朝" w:hAnsi="ＭＳ 明朝" w:cs="ＭＳ 明朝"/>
                <w:szCs w:val="21"/>
              </w:rPr>
            </w:pPr>
          </w:p>
          <w:p w14:paraId="1D82FBC7" w14:textId="77777777" w:rsidR="00886719" w:rsidRPr="004552A7" w:rsidRDefault="00886719" w:rsidP="00886719">
            <w:pPr>
              <w:rPr>
                <w:rFonts w:ascii="ＭＳ 明朝" w:hAnsi="ＭＳ 明朝" w:cs="ＭＳ 明朝"/>
                <w:szCs w:val="21"/>
              </w:rPr>
            </w:pPr>
            <w:r w:rsidRPr="00886719">
              <w:rPr>
                <w:rFonts w:ascii="ＭＳ 明朝" w:hAnsi="ＭＳ 明朝" w:cs="ＭＳ 明朝" w:hint="eastAsia"/>
                <w:szCs w:val="21"/>
                <w:u w:val="single"/>
              </w:rPr>
              <w:t xml:space="preserve">　　　　　　　</w:t>
            </w:r>
            <w:r w:rsidRPr="004552A7">
              <w:rPr>
                <w:rFonts w:ascii="ＭＳ 明朝" w:hAnsi="ＭＳ 明朝" w:cs="ＭＳ 明朝" w:hint="eastAsia"/>
                <w:szCs w:val="21"/>
              </w:rPr>
              <w:t>支店</w:t>
            </w:r>
          </w:p>
        </w:tc>
        <w:tc>
          <w:tcPr>
            <w:tcW w:w="26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01B704" w14:textId="77777777" w:rsidR="00886719" w:rsidRPr="004552A7" w:rsidRDefault="00886719" w:rsidP="00886719">
            <w:pPr>
              <w:rPr>
                <w:rFonts w:ascii="ＭＳ 明朝" w:hAnsi="ＭＳ 明朝" w:cs="ＭＳ 明朝"/>
                <w:szCs w:val="21"/>
              </w:rPr>
            </w:pPr>
          </w:p>
          <w:p w14:paraId="6DD6F75B" w14:textId="77777777" w:rsidR="00886719" w:rsidRDefault="00886719" w:rsidP="00886719">
            <w:pPr>
              <w:jc w:val="center"/>
              <w:rPr>
                <w:rFonts w:ascii="ＭＳ 明朝" w:hAnsi="ＭＳ 明朝" w:cs="ＭＳ 明朝"/>
                <w:szCs w:val="21"/>
              </w:rPr>
            </w:pPr>
            <w:r w:rsidRPr="004552A7">
              <w:rPr>
                <w:rFonts w:ascii="ＭＳ 明朝" w:hAnsi="ＭＳ 明朝" w:cs="ＭＳ 明朝" w:hint="eastAsia"/>
                <w:szCs w:val="21"/>
              </w:rPr>
              <w:t>普通・当座</w:t>
            </w:r>
          </w:p>
          <w:p w14:paraId="6ADC5544" w14:textId="77777777" w:rsidR="00886719" w:rsidRDefault="00886719" w:rsidP="00886719">
            <w:pPr>
              <w:jc w:val="center"/>
              <w:rPr>
                <w:rFonts w:ascii="ＭＳ 明朝" w:hAnsi="ＭＳ 明朝" w:cs="ＭＳ 明朝"/>
                <w:szCs w:val="21"/>
              </w:rPr>
            </w:pPr>
          </w:p>
          <w:p w14:paraId="21C0119C" w14:textId="77777777" w:rsidR="00886719" w:rsidRPr="00E4063C" w:rsidRDefault="00886719" w:rsidP="00886719">
            <w:pPr>
              <w:rPr>
                <w:rFonts w:ascii="ＭＳ 明朝" w:hAnsi="ＭＳ 明朝" w:cs="ＭＳ 明朝"/>
                <w:szCs w:val="21"/>
                <w:u w:val="single"/>
              </w:rPr>
            </w:pPr>
            <w:r>
              <w:rPr>
                <w:rFonts w:ascii="ＭＳ 明朝" w:hAnsi="ＭＳ 明朝" w:cs="ＭＳ 明朝" w:hint="eastAsia"/>
                <w:szCs w:val="21"/>
              </w:rPr>
              <w:t>口座番号</w:t>
            </w:r>
            <w:r w:rsidRPr="00E4063C">
              <w:rPr>
                <w:rFonts w:ascii="ＭＳ 明朝" w:hAnsi="ＭＳ 明朝" w:cs="ＭＳ 明朝" w:hint="eastAsia"/>
                <w:szCs w:val="21"/>
                <w:u w:val="single"/>
              </w:rPr>
              <w:t xml:space="preserve">　　　　　　　　</w:t>
            </w:r>
          </w:p>
        </w:tc>
        <w:tc>
          <w:tcPr>
            <w:tcW w:w="312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70438B" w14:textId="77777777" w:rsidR="00886719" w:rsidRPr="004552A7" w:rsidRDefault="00886719" w:rsidP="00886719">
            <w:pPr>
              <w:rPr>
                <w:rFonts w:ascii="ＭＳ 明朝" w:hAnsi="ＭＳ 明朝" w:cs="ＭＳ 明朝"/>
                <w:szCs w:val="21"/>
              </w:rPr>
            </w:pPr>
          </w:p>
        </w:tc>
      </w:tr>
    </w:tbl>
    <w:p w14:paraId="1037FE37" w14:textId="77777777" w:rsidR="00886719" w:rsidRDefault="00886719" w:rsidP="00D64859">
      <w:pPr>
        <w:suppressAutoHyphens/>
        <w:wordWrap w:val="0"/>
        <w:autoSpaceDE w:val="0"/>
        <w:autoSpaceDN w:val="0"/>
        <w:spacing w:afterLines="50" w:after="152"/>
        <w:ind w:firstLineChars="100" w:firstLine="227"/>
        <w:jc w:val="left"/>
        <w:textAlignment w:val="baseline"/>
        <w:rPr>
          <w:rFonts w:ascii="ＭＳ 明朝" w:hAnsi="ＭＳ 明朝" w:cs="ＭＳ 明朝"/>
          <w:szCs w:val="21"/>
        </w:rPr>
      </w:pPr>
      <w:r w:rsidRPr="004552A7">
        <w:rPr>
          <w:rFonts w:ascii="ＭＳ 明朝" w:hAnsi="ＭＳ 明朝" w:cs="ＭＳ 明朝" w:hint="eastAsia"/>
          <w:szCs w:val="21"/>
        </w:rPr>
        <w:t>（</w:t>
      </w:r>
      <w:r>
        <w:rPr>
          <w:rFonts w:ascii="ＭＳ 明朝" w:hAnsi="ＭＳ 明朝" w:cs="ＭＳ 明朝" w:hint="eastAsia"/>
          <w:szCs w:val="21"/>
        </w:rPr>
        <w:t>※</w:t>
      </w:r>
      <w:r w:rsidRPr="004552A7">
        <w:rPr>
          <w:rFonts w:ascii="ＭＳ 明朝" w:hAnsi="ＭＳ 明朝" w:cs="ＭＳ 明朝" w:hint="eastAsia"/>
          <w:szCs w:val="21"/>
        </w:rPr>
        <w:t>）</w:t>
      </w:r>
      <w:r w:rsidRPr="00886719">
        <w:rPr>
          <w:rFonts w:ascii="ＭＳ 明朝" w:hAnsi="ＭＳ 明朝" w:cs="ＭＳ 明朝" w:hint="eastAsia"/>
          <w:szCs w:val="21"/>
        </w:rPr>
        <w:t>通帳の表紙裏側に印字された、口座名義</w:t>
      </w:r>
      <w:r>
        <w:rPr>
          <w:rFonts w:ascii="ＭＳ 明朝" w:hAnsi="ＭＳ 明朝" w:cs="ＭＳ 明朝" w:hint="eastAsia"/>
          <w:szCs w:val="21"/>
        </w:rPr>
        <w:t>コード</w:t>
      </w:r>
      <w:r w:rsidRPr="00886719">
        <w:rPr>
          <w:rFonts w:ascii="ＭＳ 明朝" w:hAnsi="ＭＳ 明朝" w:cs="ＭＳ 明朝" w:hint="eastAsia"/>
          <w:szCs w:val="21"/>
        </w:rPr>
        <w:t>（半角カナ）</w:t>
      </w:r>
      <w:r>
        <w:rPr>
          <w:rFonts w:ascii="ＭＳ 明朝" w:hAnsi="ＭＳ 明朝" w:cs="ＭＳ 明朝" w:hint="eastAsia"/>
          <w:szCs w:val="21"/>
        </w:rPr>
        <w:t>を</w:t>
      </w:r>
      <w:r w:rsidRPr="00886719">
        <w:rPr>
          <w:rFonts w:ascii="ＭＳ 明朝" w:hAnsi="ＭＳ 明朝" w:cs="ＭＳ 明朝" w:hint="eastAsia"/>
          <w:szCs w:val="21"/>
        </w:rPr>
        <w:t>記載</w:t>
      </w:r>
      <w:r>
        <w:rPr>
          <w:rFonts w:ascii="ＭＳ 明朝" w:hAnsi="ＭＳ 明朝" w:cs="ＭＳ 明朝" w:hint="eastAsia"/>
          <w:szCs w:val="21"/>
        </w:rPr>
        <w:t>すること</w:t>
      </w:r>
      <w:r w:rsidRPr="00886719">
        <w:rPr>
          <w:rFonts w:ascii="ＭＳ 明朝" w:hAnsi="ＭＳ 明朝" w:cs="ＭＳ 明朝" w:hint="eastAsia"/>
          <w:szCs w:val="21"/>
        </w:rPr>
        <w:t>。</w:t>
      </w:r>
    </w:p>
    <w:p w14:paraId="7B17C6E7" w14:textId="77777777" w:rsidR="00B324C9" w:rsidRDefault="00B324C9" w:rsidP="00D64859">
      <w:pPr>
        <w:suppressAutoHyphens/>
        <w:wordWrap w:val="0"/>
        <w:autoSpaceDE w:val="0"/>
        <w:autoSpaceDN w:val="0"/>
        <w:spacing w:afterLines="50" w:after="152"/>
        <w:ind w:firstLineChars="100" w:firstLine="227"/>
        <w:jc w:val="left"/>
        <w:textAlignment w:val="baseline"/>
        <w:rPr>
          <w:rFonts w:ascii="ＭＳ 明朝" w:hAnsi="Times New Roman" w:cs="ＭＳ 明朝"/>
          <w:kern w:val="0"/>
          <w:szCs w:val="21"/>
        </w:rPr>
      </w:pPr>
    </w:p>
    <w:sectPr w:rsidR="00B324C9" w:rsidSect="00AD78DB">
      <w:headerReference w:type="first" r:id="rId8"/>
      <w:pgSz w:w="11906" w:h="16838" w:code="9"/>
      <w:pgMar w:top="1701" w:right="1418" w:bottom="1701" w:left="1418" w:header="720" w:footer="720" w:gutter="0"/>
      <w:cols w:space="720"/>
      <w:noEndnote/>
      <w:titlePg/>
      <w:docGrid w:type="linesAndChars" w:linePitch="30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089785" w14:textId="77777777" w:rsidR="00C02E16" w:rsidRDefault="00C02E16">
      <w:r>
        <w:separator/>
      </w:r>
    </w:p>
  </w:endnote>
  <w:endnote w:type="continuationSeparator" w:id="0">
    <w:p w14:paraId="305E444D" w14:textId="77777777" w:rsidR="00C02E16" w:rsidRDefault="00C02E1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CEE1FDA" w14:textId="77777777" w:rsidR="00C02E16" w:rsidRDefault="00C02E16">
      <w:r>
        <w:separator/>
      </w:r>
    </w:p>
  </w:footnote>
  <w:footnote w:type="continuationSeparator" w:id="0">
    <w:p w14:paraId="70F275A8" w14:textId="77777777" w:rsidR="00C02E16" w:rsidRDefault="00C02E1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DC43E3" w14:textId="77777777" w:rsidR="00CB33D9" w:rsidRDefault="00CB33D9" w:rsidP="00053976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494C16"/>
    <w:multiLevelType w:val="hybridMultilevel"/>
    <w:tmpl w:val="96AA6CCE"/>
    <w:lvl w:ilvl="0" w:tplc="F45E3D56">
      <w:start w:val="1"/>
      <w:numFmt w:val="decimalFullWidth"/>
      <w:lvlText w:val="第%1条"/>
      <w:lvlJc w:val="left"/>
      <w:pPr>
        <w:ind w:left="900" w:hanging="90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5AD2A53"/>
    <w:multiLevelType w:val="hybridMultilevel"/>
    <w:tmpl w:val="CE46EA70"/>
    <w:lvl w:ilvl="0" w:tplc="29DEADD8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num w:numId="1" w16cid:durableId="718214485">
    <w:abstractNumId w:val="1"/>
  </w:num>
  <w:num w:numId="2" w16cid:durableId="326520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7"/>
  <w:drawingGridVerticalSpacing w:val="305"/>
  <w:displayHorizontalDrawingGridEvery w:val="0"/>
  <w:doNotShadeFormData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850"/>
    <w:rsid w:val="0000176C"/>
    <w:rsid w:val="0000462D"/>
    <w:rsid w:val="000077D6"/>
    <w:rsid w:val="000125B1"/>
    <w:rsid w:val="000156B6"/>
    <w:rsid w:val="00015DA0"/>
    <w:rsid w:val="0001616A"/>
    <w:rsid w:val="00024201"/>
    <w:rsid w:val="000310A2"/>
    <w:rsid w:val="000370C3"/>
    <w:rsid w:val="0003771B"/>
    <w:rsid w:val="000406E8"/>
    <w:rsid w:val="00040BCA"/>
    <w:rsid w:val="000435CB"/>
    <w:rsid w:val="00046A38"/>
    <w:rsid w:val="0005159E"/>
    <w:rsid w:val="00053976"/>
    <w:rsid w:val="00057329"/>
    <w:rsid w:val="00063A93"/>
    <w:rsid w:val="00063D70"/>
    <w:rsid w:val="00065144"/>
    <w:rsid w:val="00071514"/>
    <w:rsid w:val="0007197A"/>
    <w:rsid w:val="00075E0D"/>
    <w:rsid w:val="00075EDB"/>
    <w:rsid w:val="000814DD"/>
    <w:rsid w:val="00082310"/>
    <w:rsid w:val="00085F4F"/>
    <w:rsid w:val="0009411B"/>
    <w:rsid w:val="000A440C"/>
    <w:rsid w:val="000A48E1"/>
    <w:rsid w:val="000A7C00"/>
    <w:rsid w:val="000B2294"/>
    <w:rsid w:val="000B3924"/>
    <w:rsid w:val="000B4DD6"/>
    <w:rsid w:val="000B7E71"/>
    <w:rsid w:val="000C1DBA"/>
    <w:rsid w:val="000C4A5C"/>
    <w:rsid w:val="000D1CEE"/>
    <w:rsid w:val="000D5408"/>
    <w:rsid w:val="000D588F"/>
    <w:rsid w:val="000E1930"/>
    <w:rsid w:val="000F4866"/>
    <w:rsid w:val="000F5CE9"/>
    <w:rsid w:val="00101E5B"/>
    <w:rsid w:val="00114D97"/>
    <w:rsid w:val="0012240C"/>
    <w:rsid w:val="00122D6D"/>
    <w:rsid w:val="0013332D"/>
    <w:rsid w:val="00133E00"/>
    <w:rsid w:val="0013683C"/>
    <w:rsid w:val="0013763E"/>
    <w:rsid w:val="00141362"/>
    <w:rsid w:val="0014736A"/>
    <w:rsid w:val="00152BD7"/>
    <w:rsid w:val="0015307D"/>
    <w:rsid w:val="001608F9"/>
    <w:rsid w:val="00161055"/>
    <w:rsid w:val="001670F7"/>
    <w:rsid w:val="00171A3C"/>
    <w:rsid w:val="00175D55"/>
    <w:rsid w:val="00182B68"/>
    <w:rsid w:val="001846B8"/>
    <w:rsid w:val="00193002"/>
    <w:rsid w:val="00194BAB"/>
    <w:rsid w:val="00196DDC"/>
    <w:rsid w:val="001A4F1A"/>
    <w:rsid w:val="001B4613"/>
    <w:rsid w:val="001C2A9E"/>
    <w:rsid w:val="001D089E"/>
    <w:rsid w:val="001D3348"/>
    <w:rsid w:val="001E3A2D"/>
    <w:rsid w:val="001E7F14"/>
    <w:rsid w:val="001F26B8"/>
    <w:rsid w:val="001F62BF"/>
    <w:rsid w:val="00200A0C"/>
    <w:rsid w:val="00203281"/>
    <w:rsid w:val="00212B68"/>
    <w:rsid w:val="002130AB"/>
    <w:rsid w:val="00215B8B"/>
    <w:rsid w:val="00217AFF"/>
    <w:rsid w:val="00233023"/>
    <w:rsid w:val="002375D6"/>
    <w:rsid w:val="00241598"/>
    <w:rsid w:val="00242D97"/>
    <w:rsid w:val="002454BC"/>
    <w:rsid w:val="00247624"/>
    <w:rsid w:val="00254A9D"/>
    <w:rsid w:val="00256E02"/>
    <w:rsid w:val="00273678"/>
    <w:rsid w:val="002841ED"/>
    <w:rsid w:val="00292848"/>
    <w:rsid w:val="002936C7"/>
    <w:rsid w:val="0029515B"/>
    <w:rsid w:val="002A13E1"/>
    <w:rsid w:val="002A2AD1"/>
    <w:rsid w:val="002A66E3"/>
    <w:rsid w:val="002B2433"/>
    <w:rsid w:val="002B2E34"/>
    <w:rsid w:val="002B512E"/>
    <w:rsid w:val="002C0449"/>
    <w:rsid w:val="002C23D1"/>
    <w:rsid w:val="002C3D1F"/>
    <w:rsid w:val="002C4144"/>
    <w:rsid w:val="002C6C50"/>
    <w:rsid w:val="002D64AF"/>
    <w:rsid w:val="002E21ED"/>
    <w:rsid w:val="002E3792"/>
    <w:rsid w:val="002E72AB"/>
    <w:rsid w:val="002E7B0F"/>
    <w:rsid w:val="002F2829"/>
    <w:rsid w:val="002F73CD"/>
    <w:rsid w:val="00304370"/>
    <w:rsid w:val="00306D19"/>
    <w:rsid w:val="00306F13"/>
    <w:rsid w:val="003138D8"/>
    <w:rsid w:val="0031441E"/>
    <w:rsid w:val="00321CAC"/>
    <w:rsid w:val="00326E81"/>
    <w:rsid w:val="00332762"/>
    <w:rsid w:val="00335F88"/>
    <w:rsid w:val="00337834"/>
    <w:rsid w:val="00346875"/>
    <w:rsid w:val="00346EA9"/>
    <w:rsid w:val="003471A9"/>
    <w:rsid w:val="00347EA5"/>
    <w:rsid w:val="0035060B"/>
    <w:rsid w:val="00352C15"/>
    <w:rsid w:val="00362F85"/>
    <w:rsid w:val="00376164"/>
    <w:rsid w:val="0038473D"/>
    <w:rsid w:val="00385CD5"/>
    <w:rsid w:val="00386CFD"/>
    <w:rsid w:val="003A221F"/>
    <w:rsid w:val="003A42DD"/>
    <w:rsid w:val="003A573D"/>
    <w:rsid w:val="003A60B4"/>
    <w:rsid w:val="003B01CF"/>
    <w:rsid w:val="003B3CE2"/>
    <w:rsid w:val="003C29B8"/>
    <w:rsid w:val="003C38BD"/>
    <w:rsid w:val="003C3B3D"/>
    <w:rsid w:val="003C7E80"/>
    <w:rsid w:val="003D00BF"/>
    <w:rsid w:val="003E02CB"/>
    <w:rsid w:val="003F77EE"/>
    <w:rsid w:val="00411802"/>
    <w:rsid w:val="00414FBE"/>
    <w:rsid w:val="00415508"/>
    <w:rsid w:val="004162C8"/>
    <w:rsid w:val="004269C7"/>
    <w:rsid w:val="00431618"/>
    <w:rsid w:val="0043261F"/>
    <w:rsid w:val="00436DAC"/>
    <w:rsid w:val="00440296"/>
    <w:rsid w:val="00441544"/>
    <w:rsid w:val="004446DD"/>
    <w:rsid w:val="004454BF"/>
    <w:rsid w:val="00447EA2"/>
    <w:rsid w:val="0045018C"/>
    <w:rsid w:val="00451BEB"/>
    <w:rsid w:val="0045267F"/>
    <w:rsid w:val="004552A7"/>
    <w:rsid w:val="00457DEB"/>
    <w:rsid w:val="00463256"/>
    <w:rsid w:val="00463652"/>
    <w:rsid w:val="00463A5B"/>
    <w:rsid w:val="004657AE"/>
    <w:rsid w:val="004665B5"/>
    <w:rsid w:val="0047160B"/>
    <w:rsid w:val="00483E63"/>
    <w:rsid w:val="0049268C"/>
    <w:rsid w:val="00492D8D"/>
    <w:rsid w:val="004942C2"/>
    <w:rsid w:val="00494F34"/>
    <w:rsid w:val="004A1AF8"/>
    <w:rsid w:val="004A233E"/>
    <w:rsid w:val="004A7180"/>
    <w:rsid w:val="004A7BCB"/>
    <w:rsid w:val="004B0A9E"/>
    <w:rsid w:val="004B60DF"/>
    <w:rsid w:val="004C0952"/>
    <w:rsid w:val="004D171C"/>
    <w:rsid w:val="004D2BC6"/>
    <w:rsid w:val="004D3EA4"/>
    <w:rsid w:val="004E3217"/>
    <w:rsid w:val="004F0913"/>
    <w:rsid w:val="004F2F19"/>
    <w:rsid w:val="004F3BE1"/>
    <w:rsid w:val="004F53DE"/>
    <w:rsid w:val="00500B7A"/>
    <w:rsid w:val="00510823"/>
    <w:rsid w:val="00520B74"/>
    <w:rsid w:val="00521665"/>
    <w:rsid w:val="0052307E"/>
    <w:rsid w:val="00525A81"/>
    <w:rsid w:val="005337F1"/>
    <w:rsid w:val="00535DDF"/>
    <w:rsid w:val="00541F4F"/>
    <w:rsid w:val="0054719A"/>
    <w:rsid w:val="00547E30"/>
    <w:rsid w:val="00562A54"/>
    <w:rsid w:val="00572C09"/>
    <w:rsid w:val="00573249"/>
    <w:rsid w:val="00574953"/>
    <w:rsid w:val="0057583A"/>
    <w:rsid w:val="0058087D"/>
    <w:rsid w:val="0058723F"/>
    <w:rsid w:val="0059557D"/>
    <w:rsid w:val="00597778"/>
    <w:rsid w:val="005A2F81"/>
    <w:rsid w:val="005A4FBD"/>
    <w:rsid w:val="005A66BA"/>
    <w:rsid w:val="005C0AF5"/>
    <w:rsid w:val="005C390A"/>
    <w:rsid w:val="005C4499"/>
    <w:rsid w:val="005C514F"/>
    <w:rsid w:val="005D21AC"/>
    <w:rsid w:val="005D50AC"/>
    <w:rsid w:val="005D71C5"/>
    <w:rsid w:val="005E024A"/>
    <w:rsid w:val="005E02EF"/>
    <w:rsid w:val="005E221D"/>
    <w:rsid w:val="005E256E"/>
    <w:rsid w:val="005E3979"/>
    <w:rsid w:val="005E3F92"/>
    <w:rsid w:val="005E5590"/>
    <w:rsid w:val="005F3E48"/>
    <w:rsid w:val="005F50D1"/>
    <w:rsid w:val="006060A1"/>
    <w:rsid w:val="006065C4"/>
    <w:rsid w:val="00613E69"/>
    <w:rsid w:val="00617D2E"/>
    <w:rsid w:val="00624505"/>
    <w:rsid w:val="00634D94"/>
    <w:rsid w:val="00641510"/>
    <w:rsid w:val="00646179"/>
    <w:rsid w:val="00647968"/>
    <w:rsid w:val="00650486"/>
    <w:rsid w:val="00650AA0"/>
    <w:rsid w:val="006515A8"/>
    <w:rsid w:val="0065364A"/>
    <w:rsid w:val="00656E31"/>
    <w:rsid w:val="00660856"/>
    <w:rsid w:val="00670FBD"/>
    <w:rsid w:val="00673EAE"/>
    <w:rsid w:val="0067403E"/>
    <w:rsid w:val="0067753B"/>
    <w:rsid w:val="0068722D"/>
    <w:rsid w:val="00687F27"/>
    <w:rsid w:val="006A2C91"/>
    <w:rsid w:val="006B2ABC"/>
    <w:rsid w:val="006B3CD3"/>
    <w:rsid w:val="006B6390"/>
    <w:rsid w:val="006B6809"/>
    <w:rsid w:val="006C7D97"/>
    <w:rsid w:val="006D0411"/>
    <w:rsid w:val="006D1C44"/>
    <w:rsid w:val="006D254C"/>
    <w:rsid w:val="006D4E1C"/>
    <w:rsid w:val="006D55A1"/>
    <w:rsid w:val="006D6E20"/>
    <w:rsid w:val="006E2458"/>
    <w:rsid w:val="006E3AD2"/>
    <w:rsid w:val="006E3F9F"/>
    <w:rsid w:val="006E52A7"/>
    <w:rsid w:val="006E7E89"/>
    <w:rsid w:val="006F74C8"/>
    <w:rsid w:val="0070414C"/>
    <w:rsid w:val="00704522"/>
    <w:rsid w:val="007053C5"/>
    <w:rsid w:val="0071119E"/>
    <w:rsid w:val="00712CBB"/>
    <w:rsid w:val="00714319"/>
    <w:rsid w:val="00724AFC"/>
    <w:rsid w:val="007318FC"/>
    <w:rsid w:val="00732B03"/>
    <w:rsid w:val="00735FFD"/>
    <w:rsid w:val="0073635D"/>
    <w:rsid w:val="00744D95"/>
    <w:rsid w:val="00753FCB"/>
    <w:rsid w:val="007570D3"/>
    <w:rsid w:val="00763242"/>
    <w:rsid w:val="007812FB"/>
    <w:rsid w:val="00782FCC"/>
    <w:rsid w:val="00784A5A"/>
    <w:rsid w:val="007860C3"/>
    <w:rsid w:val="00787547"/>
    <w:rsid w:val="007957C7"/>
    <w:rsid w:val="007A66E2"/>
    <w:rsid w:val="007B0453"/>
    <w:rsid w:val="007B7B90"/>
    <w:rsid w:val="007B7EBF"/>
    <w:rsid w:val="007D1CE2"/>
    <w:rsid w:val="007E1457"/>
    <w:rsid w:val="007E1F31"/>
    <w:rsid w:val="007E4C2F"/>
    <w:rsid w:val="007E5595"/>
    <w:rsid w:val="007E5C35"/>
    <w:rsid w:val="007F46F9"/>
    <w:rsid w:val="007F7317"/>
    <w:rsid w:val="007F7F72"/>
    <w:rsid w:val="008000D3"/>
    <w:rsid w:val="00810097"/>
    <w:rsid w:val="0081010B"/>
    <w:rsid w:val="00810E05"/>
    <w:rsid w:val="00823D8A"/>
    <w:rsid w:val="00824305"/>
    <w:rsid w:val="008308B7"/>
    <w:rsid w:val="00852134"/>
    <w:rsid w:val="00856A82"/>
    <w:rsid w:val="00856D84"/>
    <w:rsid w:val="0085756A"/>
    <w:rsid w:val="008625F5"/>
    <w:rsid w:val="00862D37"/>
    <w:rsid w:val="00864EFD"/>
    <w:rsid w:val="008724D4"/>
    <w:rsid w:val="008749DA"/>
    <w:rsid w:val="00883F83"/>
    <w:rsid w:val="008841BC"/>
    <w:rsid w:val="00886719"/>
    <w:rsid w:val="00896A2D"/>
    <w:rsid w:val="008974C8"/>
    <w:rsid w:val="008A282A"/>
    <w:rsid w:val="008A6C68"/>
    <w:rsid w:val="008B4966"/>
    <w:rsid w:val="008B79E7"/>
    <w:rsid w:val="008B7FBD"/>
    <w:rsid w:val="008C4327"/>
    <w:rsid w:val="008C6A33"/>
    <w:rsid w:val="008E1364"/>
    <w:rsid w:val="008E54C4"/>
    <w:rsid w:val="008F5155"/>
    <w:rsid w:val="009025C0"/>
    <w:rsid w:val="0090607F"/>
    <w:rsid w:val="00911949"/>
    <w:rsid w:val="00913181"/>
    <w:rsid w:val="00927800"/>
    <w:rsid w:val="009322A9"/>
    <w:rsid w:val="00932398"/>
    <w:rsid w:val="00933CBC"/>
    <w:rsid w:val="00943185"/>
    <w:rsid w:val="00947539"/>
    <w:rsid w:val="0095312A"/>
    <w:rsid w:val="009614A0"/>
    <w:rsid w:val="00962E45"/>
    <w:rsid w:val="009649BE"/>
    <w:rsid w:val="009727FD"/>
    <w:rsid w:val="00973F90"/>
    <w:rsid w:val="00975D1F"/>
    <w:rsid w:val="009762C7"/>
    <w:rsid w:val="00976FB0"/>
    <w:rsid w:val="0098186A"/>
    <w:rsid w:val="00992C7D"/>
    <w:rsid w:val="00995B09"/>
    <w:rsid w:val="00997BA2"/>
    <w:rsid w:val="009A3956"/>
    <w:rsid w:val="009B5FD3"/>
    <w:rsid w:val="009C5AEA"/>
    <w:rsid w:val="009C7726"/>
    <w:rsid w:val="009D0EBE"/>
    <w:rsid w:val="009D5666"/>
    <w:rsid w:val="009F5E12"/>
    <w:rsid w:val="009F6E01"/>
    <w:rsid w:val="00A214C8"/>
    <w:rsid w:val="00A21BED"/>
    <w:rsid w:val="00A31CC5"/>
    <w:rsid w:val="00A328E0"/>
    <w:rsid w:val="00A4265C"/>
    <w:rsid w:val="00A4524D"/>
    <w:rsid w:val="00A45A29"/>
    <w:rsid w:val="00A500E3"/>
    <w:rsid w:val="00A50FF4"/>
    <w:rsid w:val="00A57F74"/>
    <w:rsid w:val="00A67425"/>
    <w:rsid w:val="00A720DC"/>
    <w:rsid w:val="00A75046"/>
    <w:rsid w:val="00A852EA"/>
    <w:rsid w:val="00A855D1"/>
    <w:rsid w:val="00A93606"/>
    <w:rsid w:val="00AA3697"/>
    <w:rsid w:val="00AA5D3C"/>
    <w:rsid w:val="00AB288F"/>
    <w:rsid w:val="00AB2B0D"/>
    <w:rsid w:val="00AC3414"/>
    <w:rsid w:val="00AD12CD"/>
    <w:rsid w:val="00AD4236"/>
    <w:rsid w:val="00AD78DB"/>
    <w:rsid w:val="00AE15B7"/>
    <w:rsid w:val="00AE24C9"/>
    <w:rsid w:val="00AE4582"/>
    <w:rsid w:val="00AE4C46"/>
    <w:rsid w:val="00AE54D2"/>
    <w:rsid w:val="00AF100B"/>
    <w:rsid w:val="00AF168C"/>
    <w:rsid w:val="00AF6736"/>
    <w:rsid w:val="00AF7D12"/>
    <w:rsid w:val="00B03687"/>
    <w:rsid w:val="00B11587"/>
    <w:rsid w:val="00B14821"/>
    <w:rsid w:val="00B324C9"/>
    <w:rsid w:val="00B34E3F"/>
    <w:rsid w:val="00B52961"/>
    <w:rsid w:val="00B57935"/>
    <w:rsid w:val="00B60B37"/>
    <w:rsid w:val="00B61A8E"/>
    <w:rsid w:val="00B64DE8"/>
    <w:rsid w:val="00B66ACF"/>
    <w:rsid w:val="00B66DFF"/>
    <w:rsid w:val="00B77477"/>
    <w:rsid w:val="00B8418F"/>
    <w:rsid w:val="00B879E9"/>
    <w:rsid w:val="00B87A72"/>
    <w:rsid w:val="00B9604A"/>
    <w:rsid w:val="00BA7800"/>
    <w:rsid w:val="00BB5C49"/>
    <w:rsid w:val="00BB6AE9"/>
    <w:rsid w:val="00BC07A9"/>
    <w:rsid w:val="00BC0E6A"/>
    <w:rsid w:val="00BD0FC7"/>
    <w:rsid w:val="00BD328C"/>
    <w:rsid w:val="00BE61F9"/>
    <w:rsid w:val="00BF4429"/>
    <w:rsid w:val="00BF79FD"/>
    <w:rsid w:val="00C02850"/>
    <w:rsid w:val="00C02E16"/>
    <w:rsid w:val="00C07D81"/>
    <w:rsid w:val="00C128A7"/>
    <w:rsid w:val="00C12E8A"/>
    <w:rsid w:val="00C158A5"/>
    <w:rsid w:val="00C31D80"/>
    <w:rsid w:val="00C32DE8"/>
    <w:rsid w:val="00C3429B"/>
    <w:rsid w:val="00C36274"/>
    <w:rsid w:val="00C55402"/>
    <w:rsid w:val="00C556AF"/>
    <w:rsid w:val="00C57DF5"/>
    <w:rsid w:val="00C6612F"/>
    <w:rsid w:val="00C66D7E"/>
    <w:rsid w:val="00C678DA"/>
    <w:rsid w:val="00C87235"/>
    <w:rsid w:val="00C90326"/>
    <w:rsid w:val="00C91870"/>
    <w:rsid w:val="00C93566"/>
    <w:rsid w:val="00C94945"/>
    <w:rsid w:val="00CA2564"/>
    <w:rsid w:val="00CA4053"/>
    <w:rsid w:val="00CB33D9"/>
    <w:rsid w:val="00CB6C8A"/>
    <w:rsid w:val="00CD557D"/>
    <w:rsid w:val="00CE109C"/>
    <w:rsid w:val="00CE1F75"/>
    <w:rsid w:val="00CE4DB8"/>
    <w:rsid w:val="00CF1412"/>
    <w:rsid w:val="00CF35D2"/>
    <w:rsid w:val="00CF370F"/>
    <w:rsid w:val="00CF5BBD"/>
    <w:rsid w:val="00D00C57"/>
    <w:rsid w:val="00D12A18"/>
    <w:rsid w:val="00D1635B"/>
    <w:rsid w:val="00D2176F"/>
    <w:rsid w:val="00D25FC4"/>
    <w:rsid w:val="00D34199"/>
    <w:rsid w:val="00D35EAA"/>
    <w:rsid w:val="00D51007"/>
    <w:rsid w:val="00D5127E"/>
    <w:rsid w:val="00D56714"/>
    <w:rsid w:val="00D60E25"/>
    <w:rsid w:val="00D6116C"/>
    <w:rsid w:val="00D6354A"/>
    <w:rsid w:val="00D63756"/>
    <w:rsid w:val="00D64859"/>
    <w:rsid w:val="00D760C1"/>
    <w:rsid w:val="00D8433B"/>
    <w:rsid w:val="00DA4215"/>
    <w:rsid w:val="00DA69BB"/>
    <w:rsid w:val="00DA6DA6"/>
    <w:rsid w:val="00DA7467"/>
    <w:rsid w:val="00DA7BA9"/>
    <w:rsid w:val="00DB4CA6"/>
    <w:rsid w:val="00DB710A"/>
    <w:rsid w:val="00DC2079"/>
    <w:rsid w:val="00DC3825"/>
    <w:rsid w:val="00DC4893"/>
    <w:rsid w:val="00DC5495"/>
    <w:rsid w:val="00DC6CCA"/>
    <w:rsid w:val="00DD22FB"/>
    <w:rsid w:val="00DD401A"/>
    <w:rsid w:val="00DD6F5B"/>
    <w:rsid w:val="00DE27DB"/>
    <w:rsid w:val="00DE4555"/>
    <w:rsid w:val="00DE6993"/>
    <w:rsid w:val="00DF06D7"/>
    <w:rsid w:val="00DF6686"/>
    <w:rsid w:val="00E0386C"/>
    <w:rsid w:val="00E13A23"/>
    <w:rsid w:val="00E23DD5"/>
    <w:rsid w:val="00E32EE5"/>
    <w:rsid w:val="00E364BD"/>
    <w:rsid w:val="00E4063C"/>
    <w:rsid w:val="00E476A7"/>
    <w:rsid w:val="00E477C3"/>
    <w:rsid w:val="00E513CF"/>
    <w:rsid w:val="00E61254"/>
    <w:rsid w:val="00E76400"/>
    <w:rsid w:val="00E7730C"/>
    <w:rsid w:val="00E86E5C"/>
    <w:rsid w:val="00EA3096"/>
    <w:rsid w:val="00EA5B40"/>
    <w:rsid w:val="00EA6E34"/>
    <w:rsid w:val="00EB1C2E"/>
    <w:rsid w:val="00EB762E"/>
    <w:rsid w:val="00EC18F0"/>
    <w:rsid w:val="00EE2F61"/>
    <w:rsid w:val="00EF02F8"/>
    <w:rsid w:val="00EF0D71"/>
    <w:rsid w:val="00EF18DA"/>
    <w:rsid w:val="00F06DFB"/>
    <w:rsid w:val="00F11744"/>
    <w:rsid w:val="00F230F3"/>
    <w:rsid w:val="00F23C15"/>
    <w:rsid w:val="00F325B8"/>
    <w:rsid w:val="00F33372"/>
    <w:rsid w:val="00F374F4"/>
    <w:rsid w:val="00F432F5"/>
    <w:rsid w:val="00F442F9"/>
    <w:rsid w:val="00F45804"/>
    <w:rsid w:val="00F53EE8"/>
    <w:rsid w:val="00F576BC"/>
    <w:rsid w:val="00F57939"/>
    <w:rsid w:val="00F72919"/>
    <w:rsid w:val="00F731C6"/>
    <w:rsid w:val="00F74232"/>
    <w:rsid w:val="00F8090E"/>
    <w:rsid w:val="00F814F3"/>
    <w:rsid w:val="00FA57E0"/>
    <w:rsid w:val="00FA59E9"/>
    <w:rsid w:val="00FB0A22"/>
    <w:rsid w:val="00FB14FB"/>
    <w:rsid w:val="00FC2C54"/>
    <w:rsid w:val="00FC6C4D"/>
    <w:rsid w:val="00FC7754"/>
    <w:rsid w:val="00FD704E"/>
    <w:rsid w:val="00FF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4:docId w14:val="6649761A"/>
  <w15:chartTrackingRefBased/>
  <w15:docId w15:val="{8E73577F-FFE0-4D00-AFAA-D001681A7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D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8" w:lineRule="exact"/>
      <w:jc w:val="both"/>
    </w:pPr>
    <w:rPr>
      <w:rFonts w:cs="ＭＳ 明朝"/>
      <w:spacing w:val="-1"/>
      <w:sz w:val="24"/>
      <w:szCs w:val="24"/>
    </w:rPr>
  </w:style>
  <w:style w:type="paragraph" w:styleId="Web">
    <w:name w:val="Normal (Web)"/>
    <w:basedOn w:val="a"/>
    <w:rsid w:val="00B64D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Balloon Text"/>
    <w:basedOn w:val="a"/>
    <w:semiHidden/>
    <w:rsid w:val="006E2458"/>
    <w:rPr>
      <w:rFonts w:ascii="Arial" w:eastAsia="ＭＳ ゴシック" w:hAnsi="Arial"/>
      <w:sz w:val="18"/>
      <w:szCs w:val="18"/>
    </w:rPr>
  </w:style>
  <w:style w:type="character" w:styleId="a5">
    <w:name w:val="Hyperlink"/>
    <w:rsid w:val="00411802"/>
    <w:rPr>
      <w:color w:val="000000"/>
      <w:u w:val="single"/>
    </w:rPr>
  </w:style>
  <w:style w:type="paragraph" w:styleId="a6">
    <w:name w:val="header"/>
    <w:basedOn w:val="a"/>
    <w:rsid w:val="0005397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53976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uiPriority w:val="59"/>
    <w:rsid w:val="00DC6CC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B11587"/>
    <w:pPr>
      <w:jc w:val="center"/>
    </w:pPr>
    <w:rPr>
      <w:rFonts w:ascii="ＭＳ 明朝" w:hAnsi="ＭＳ 明朝" w:cs="ＭＳ 明朝"/>
      <w:kern w:val="0"/>
      <w:szCs w:val="21"/>
    </w:rPr>
  </w:style>
  <w:style w:type="character" w:customStyle="1" w:styleId="aa">
    <w:name w:val="記 (文字)"/>
    <w:link w:val="a9"/>
    <w:uiPriority w:val="99"/>
    <w:rsid w:val="00B11587"/>
    <w:rPr>
      <w:rFonts w:ascii="ＭＳ 明朝" w:hAnsi="ＭＳ 明朝" w:cs="ＭＳ 明朝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B11587"/>
    <w:pPr>
      <w:jc w:val="right"/>
    </w:pPr>
    <w:rPr>
      <w:rFonts w:ascii="ＭＳ 明朝" w:hAnsi="ＭＳ 明朝" w:cs="ＭＳ 明朝"/>
      <w:kern w:val="0"/>
      <w:szCs w:val="21"/>
    </w:rPr>
  </w:style>
  <w:style w:type="character" w:customStyle="1" w:styleId="ac">
    <w:name w:val="結語 (文字)"/>
    <w:link w:val="ab"/>
    <w:uiPriority w:val="99"/>
    <w:rsid w:val="00B11587"/>
    <w:rPr>
      <w:rFonts w:ascii="ＭＳ 明朝" w:hAnsi="ＭＳ 明朝" w:cs="ＭＳ 明朝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85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242373\Documents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CE5CAC8-92B8-4DD9-B213-CF148990E5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DOC8READ.DOT</Template>
  <TotalTime>15</TotalTime>
  <Pages>1</Pages>
  <Words>254</Words>
  <Characters>128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障害者自立支援特別対策事業費補助金交付要領（案）</vt:lpstr>
      <vt:lpstr>障害者自立支援特別対策事業費補助金交付要領（案）</vt:lpstr>
    </vt:vector>
  </TitlesOfParts>
  <Company/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障害者自立支援特別対策事業費補助金交付要領（案）</dc:title>
  <dc:subject/>
  <dc:creator>栃木県</dc:creator>
  <cp:keywords/>
  <cp:lastModifiedBy>佐野　智憲</cp:lastModifiedBy>
  <cp:revision>6</cp:revision>
  <cp:lastPrinted>2025-07-03T01:10:00Z</cp:lastPrinted>
  <dcterms:created xsi:type="dcterms:W3CDTF">2025-10-26T00:44:00Z</dcterms:created>
  <dcterms:modified xsi:type="dcterms:W3CDTF">2025-11-28T00:21:00Z</dcterms:modified>
</cp:coreProperties>
</file>